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91F" w:rsidRPr="0082391F" w:rsidRDefault="0082391F" w:rsidP="0082391F">
      <w:pPr>
        <w:jc w:val="center"/>
        <w:rPr>
          <w:b/>
          <w:spacing w:val="10"/>
          <w:sz w:val="72"/>
          <w:szCs w:val="72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5000">
                  <w14:schemeClr w14:val="accent2">
                    <w14:satMod w14:val="155000"/>
                  </w14:schemeClr>
                </w14:gs>
                <w14:gs w14:pos="100000">
                  <w14:schemeClr w14:val="accent2">
                    <w14:shade w14:val="45000"/>
                    <w14:satMod w14:val="165000"/>
                  </w14:schemeClr>
                </w14:gs>
              </w14:gsLst>
              <w14:lin w14:ang="5400000" w14:scaled="0"/>
            </w14:gradFill>
          </w14:textFill>
          <w14:props3d w14:extrusionH="0" w14:contourW="25400" w14:prstMaterial="matte">
            <w14:bevelT w14:w="25400" w14:h="55880" w14:prst="artDeco"/>
            <w14:contourClr>
              <w14:schemeClr w14:val="accent2">
                <w14:tint w14:val="20000"/>
              </w14:schemeClr>
            </w14:contourClr>
          </w14:props3d>
        </w:rPr>
      </w:pPr>
      <w:r>
        <w:rPr>
          <w:sz w:val="56"/>
          <w:szCs w:val="56"/>
          <w14:glow w14:rad="228600">
            <w14:schemeClr w14:val="accent5">
              <w14:alpha w14:val="60000"/>
              <w14:satMod w14:val="175000"/>
            </w14:schemeClr>
          </w14:glow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</w:rPr>
        <w:t xml:space="preserve"> </w:t>
      </w:r>
      <w:r w:rsidR="004C4873">
        <w:rPr>
          <w:sz w:val="56"/>
          <w:szCs w:val="56"/>
          <w14:glow w14:rad="228600">
            <w14:schemeClr w14:val="accent5">
              <w14:alpha w14:val="60000"/>
              <w14:satMod w14:val="175000"/>
            </w14:schemeClr>
          </w14:glow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</w:rPr>
        <w:t xml:space="preserve">        </w:t>
      </w:r>
    </w:p>
    <w:p w:rsidR="0082391F" w:rsidRDefault="0082391F">
      <w:pPr>
        <w:rPr>
          <w:noProof/>
          <w:sz w:val="56"/>
          <w:szCs w:val="56"/>
          <w:lang w:eastAsia="en-N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7DA587" wp14:editId="6343D28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2391F" w:rsidRDefault="0082391F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" filled="f" stroked="f">
                <v:fill o:detectmouseclick="t"/>
                <v:textbox style="mso-fit-shape-to-text:t">
                  <w:txbxContent>
                    <w:p w:rsidR="0082391F" w:rsidRDefault="0082391F"/>
                  </w:txbxContent>
                </v:textbox>
              </v:shape>
            </w:pict>
          </mc:Fallback>
        </mc:AlternateContent>
      </w:r>
      <w:r>
        <w:rPr>
          <w:noProof/>
          <w:sz w:val="56"/>
          <w:szCs w:val="56"/>
          <w:lang w:eastAsia="en-NZ"/>
        </w:rPr>
        <w:t xml:space="preserve">           </w:t>
      </w:r>
      <w:r>
        <w:rPr>
          <w:b/>
          <w:noProof/>
          <w:spacing w:val="10"/>
          <w:sz w:val="72"/>
          <w:szCs w:val="72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5000">
                  <w14:schemeClr w14:val="accent2">
                    <w14:satMod w14:val="155000"/>
                  </w14:schemeClr>
                </w14:gs>
                <w14:gs w14:pos="100000">
                  <w14:schemeClr w14:val="accent2">
                    <w14:shade w14:val="45000"/>
                    <w14:satMod w14:val="165000"/>
                  </w14:schemeClr>
                </w14:gs>
              </w14:gsLst>
              <w14:lin w14:ang="5400000" w14:scaled="0"/>
            </w14:gradFill>
          </w14:textFill>
          <w14:props3d w14:extrusionH="0" w14:contourW="25400" w14:prstMaterial="matte">
            <w14:bevelT w14:w="25400" w14:h="55880" w14:prst="artDeco"/>
            <w14:contourClr>
              <w14:schemeClr w14:val="accent2">
                <w14:tint w14:val="20000"/>
              </w14:schemeClr>
            </w14:contourClr>
          </w14:props3d>
        </w:rPr>
        <w:t>The peacful creature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2A047E" wp14:editId="21FB508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2391F" w:rsidRDefault="0082391F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7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" filled="f" stroked="f">
                <v:fill o:detectmouseclick="t"/>
                <v:textbox style="mso-fit-shape-to-text:t">
                  <w:txbxContent>
                    <w:p w:rsidR="0082391F" w:rsidRDefault="0082391F"/>
                  </w:txbxContent>
                </v:textbox>
              </v:shape>
            </w:pict>
          </mc:Fallback>
        </mc:AlternateContent>
      </w:r>
    </w:p>
    <w:p w:rsidR="004C4873" w:rsidRDefault="0082391F">
      <w:pPr>
        <w:rPr>
          <w:sz w:val="56"/>
          <w:szCs w:val="56"/>
          <w14:glow w14:rad="228600">
            <w14:schemeClr w14:val="accent5">
              <w14:alpha w14:val="60000"/>
              <w14:satMod w14:val="175000"/>
            </w14:schemeClr>
          </w14:glow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</w:rPr>
      </w:pPr>
      <w:r>
        <w:rPr>
          <w:sz w:val="56"/>
          <w:szCs w:val="56"/>
          <w14:glow w14:rad="228600">
            <w14:schemeClr w14:val="accent5">
              <w14:alpha w14:val="60000"/>
              <w14:satMod w14:val="175000"/>
            </w14:schemeClr>
          </w14:glow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</w:rPr>
        <w:t xml:space="preserve">                </w:t>
      </w:r>
      <w:r w:rsidR="004C4873">
        <w:rPr>
          <w:noProof/>
          <w:sz w:val="56"/>
          <w:szCs w:val="56"/>
          <w:lang w:eastAsia="en-NZ"/>
        </w:rPr>
        <w:drawing>
          <wp:inline distT="0" distB="0" distL="0" distR="0" wp14:anchorId="4FEDF0D9" wp14:editId="763D9569">
            <wp:extent cx="3209925" cy="33051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3305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C4873" w:rsidRPr="004C4873" w:rsidRDefault="004C4873">
      <w:pPr>
        <w:rPr>
          <w:sz w:val="44"/>
          <w:szCs w:val="44"/>
          <w14:glow w14:rad="228600">
            <w14:schemeClr w14:val="accent5">
              <w14:alpha w14:val="60000"/>
              <w14:satMod w14:val="175000"/>
            </w14:schemeClr>
          </w14:glow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</w:rPr>
      </w:pPr>
      <w:r>
        <w:rPr>
          <w:sz w:val="44"/>
          <w:szCs w:val="44"/>
          <w14:glow w14:rad="228600">
            <w14:schemeClr w14:val="accent5">
              <w14:alpha w14:val="60000"/>
              <w14:satMod w14:val="175000"/>
            </w14:schemeClr>
          </w14:glow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</w:rPr>
        <w:t>The ancient, hairy goblin like creature. He is a swampy reptile creature that roams in the murky lakes. He is a peaceful creature that does not</w:t>
      </w:r>
      <w:r w:rsidR="0082391F">
        <w:rPr>
          <w:sz w:val="44"/>
          <w:szCs w:val="44"/>
          <w14:glow w14:rad="228600">
            <w14:schemeClr w14:val="accent5">
              <w14:alpha w14:val="60000"/>
              <w14:satMod w14:val="175000"/>
            </w14:schemeClr>
          </w14:glow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</w:rPr>
        <w:t xml:space="preserve"> believe in aggression. He combines with nature very well. His eyes are as blue as a gleaming </w:t>
      </w:r>
      <w:r w:rsidR="0082391F">
        <w:rPr>
          <w:sz w:val="44"/>
          <w:szCs w:val="44"/>
          <w14:glow w14:rad="228600">
            <w14:schemeClr w14:val="accent5">
              <w14:alpha w14:val="60000"/>
              <w14:satMod w14:val="175000"/>
            </w14:schemeClr>
          </w14:glow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</w:rPr>
        <w:lastRenderedPageBreak/>
        <w:t xml:space="preserve">philosophy that has been glowing for centuries. The cloak that he wears is as delicate as the treasures sitting upon a mantel piece in a ghostly house. Nature helps him on his adventures through the clogged up waters. The </w:t>
      </w:r>
      <w:r w:rsidR="00D811DC">
        <w:rPr>
          <w:sz w:val="44"/>
          <w:szCs w:val="44"/>
          <w14:glow w14:rad="228600">
            <w14:schemeClr w14:val="accent5">
              <w14:alpha w14:val="60000"/>
              <w14:satMod w14:val="175000"/>
            </w14:schemeClr>
          </w14:glow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</w:rPr>
        <w:t>goblins like creatures claws are good for protection. The cloak that he wears dangles across the mothy footpath when he yodels. His ears are as twitchy as a scarecrow being picked to pieces by ferocious vultures. The skin on his scalp feels like stiff rubbery tires on a worn out car.</w:t>
      </w:r>
      <w:bookmarkStart w:id="0" w:name="_GoBack"/>
      <w:bookmarkEnd w:id="0"/>
    </w:p>
    <w:p w:rsidR="004C4873" w:rsidRPr="004C4873" w:rsidRDefault="004C4873">
      <w:pPr>
        <w:rPr>
          <w:sz w:val="56"/>
          <w:szCs w:val="56"/>
          <w14:glow w14:rad="228600">
            <w14:schemeClr w14:val="accent5">
              <w14:alpha w14:val="60000"/>
              <w14:satMod w14:val="175000"/>
            </w14:schemeClr>
          </w14:glow>
        </w:rPr>
      </w:pPr>
      <w:r>
        <w:rPr>
          <w:sz w:val="56"/>
          <w:szCs w:val="56"/>
          <w14:glow w14:rad="228600">
            <w14:schemeClr w14:val="accent5">
              <w14:alpha w14:val="60000"/>
              <w14:satMod w14:val="175000"/>
            </w14:schemeClr>
          </w14:glow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</w:rPr>
        <w:t xml:space="preserve">      </w:t>
      </w:r>
    </w:p>
    <w:sectPr w:rsidR="004C4873" w:rsidRPr="004C48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873"/>
    <w:rsid w:val="004C4873"/>
    <w:rsid w:val="0082391F"/>
    <w:rsid w:val="00D811DC"/>
    <w:rsid w:val="00FE6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4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8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4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8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A1F5EA74</Template>
  <TotalTime>25</TotalTime>
  <Pages>2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1</cp:revision>
  <dcterms:created xsi:type="dcterms:W3CDTF">2011-05-15T23:13:00Z</dcterms:created>
  <dcterms:modified xsi:type="dcterms:W3CDTF">2011-05-15T23:39:00Z</dcterms:modified>
</cp:coreProperties>
</file>